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05DF1" w14:textId="457D03B6" w:rsidR="009D4A68" w:rsidRPr="0052109F" w:rsidRDefault="009D4A68" w:rsidP="009D4A68">
      <w:pPr>
        <w:tabs>
          <w:tab w:val="left" w:pos="5547"/>
        </w:tabs>
        <w:rPr>
          <w:rFonts w:asciiTheme="minorHAnsi" w:eastAsiaTheme="minorHAnsi" w:hAnsiTheme="minorHAnsi" w:cstheme="minorHAnsi"/>
          <w:lang w:val="et-EE"/>
        </w:rPr>
      </w:pPr>
    </w:p>
    <w:p w14:paraId="68042C17" w14:textId="031C596F" w:rsidR="00BD2CBE" w:rsidRPr="0052109F" w:rsidRDefault="00BD2CBE" w:rsidP="009D4A68">
      <w:pPr>
        <w:tabs>
          <w:tab w:val="left" w:pos="5547"/>
        </w:tabs>
        <w:rPr>
          <w:rFonts w:asciiTheme="minorHAnsi" w:eastAsiaTheme="minorHAnsi" w:hAnsiTheme="minorHAnsi" w:cstheme="minorHAnsi"/>
          <w:lang w:val="et-EE"/>
        </w:rPr>
      </w:pPr>
    </w:p>
    <w:p w14:paraId="719F9A17" w14:textId="1EFFB3C1" w:rsidR="00BD2CBE" w:rsidRPr="0052109F" w:rsidRDefault="00A00DEC" w:rsidP="009D4A68">
      <w:pPr>
        <w:tabs>
          <w:tab w:val="left" w:pos="5547"/>
        </w:tabs>
        <w:rPr>
          <w:rFonts w:asciiTheme="minorHAnsi" w:eastAsiaTheme="minorHAnsi" w:hAnsiTheme="minorHAnsi" w:cstheme="minorHAnsi"/>
          <w:b/>
          <w:bCs/>
          <w:lang w:val="et-EE"/>
        </w:rPr>
      </w:pPr>
      <w:r>
        <w:rPr>
          <w:rFonts w:asciiTheme="minorHAnsi" w:eastAsiaTheme="minorHAnsi" w:hAnsiTheme="minorHAnsi" w:cstheme="minorHAnsi"/>
          <w:b/>
          <w:bCs/>
          <w:lang w:val="et-EE"/>
        </w:rPr>
        <w:t>P</w:t>
      </w:r>
      <w:r w:rsidR="004E3FAD">
        <w:rPr>
          <w:rFonts w:asciiTheme="minorHAnsi" w:eastAsiaTheme="minorHAnsi" w:hAnsiTheme="minorHAnsi" w:cstheme="minorHAnsi"/>
          <w:b/>
          <w:bCs/>
          <w:lang w:val="et-EE"/>
        </w:rPr>
        <w:t xml:space="preserve">r </w:t>
      </w:r>
      <w:r>
        <w:rPr>
          <w:rFonts w:asciiTheme="minorHAnsi" w:eastAsiaTheme="minorHAnsi" w:hAnsiTheme="minorHAnsi" w:cstheme="minorHAnsi"/>
          <w:b/>
          <w:bCs/>
          <w:lang w:val="et-EE"/>
        </w:rPr>
        <w:t>Marika Koppel</w:t>
      </w:r>
    </w:p>
    <w:p w14:paraId="02BC51DD" w14:textId="6CDCC06A" w:rsidR="00BD2CBE" w:rsidRPr="0052109F" w:rsidRDefault="00BD2CBE" w:rsidP="009D4A68">
      <w:pPr>
        <w:tabs>
          <w:tab w:val="left" w:pos="5547"/>
        </w:tabs>
        <w:rPr>
          <w:rFonts w:asciiTheme="minorHAnsi" w:eastAsiaTheme="minorHAnsi" w:hAnsiTheme="minorHAnsi" w:cstheme="minorHAnsi"/>
          <w:b/>
          <w:bCs/>
          <w:lang w:val="et-EE"/>
        </w:rPr>
      </w:pPr>
      <w:r w:rsidRPr="0052109F">
        <w:rPr>
          <w:rFonts w:asciiTheme="minorHAnsi" w:eastAsiaTheme="minorHAnsi" w:hAnsiTheme="minorHAnsi" w:cstheme="minorHAnsi"/>
          <w:b/>
          <w:bCs/>
          <w:lang w:val="et-EE"/>
        </w:rPr>
        <w:t>Transpordiamet</w:t>
      </w:r>
    </w:p>
    <w:p w14:paraId="6C72D4C9" w14:textId="77777777" w:rsidR="002E3763" w:rsidRPr="0052109F" w:rsidRDefault="002E3763" w:rsidP="00DF2F1F">
      <w:pPr>
        <w:jc w:val="both"/>
        <w:rPr>
          <w:rFonts w:asciiTheme="minorHAnsi" w:hAnsiTheme="minorHAnsi" w:cstheme="minorHAnsi"/>
          <w:b/>
          <w:bCs/>
          <w:lang w:val="et-EE"/>
        </w:rPr>
      </w:pPr>
      <w:r w:rsidRPr="0052109F">
        <w:rPr>
          <w:rFonts w:asciiTheme="minorHAnsi" w:hAnsiTheme="minorHAnsi" w:cstheme="minorHAnsi"/>
          <w:b/>
          <w:bCs/>
          <w:lang w:val="et-EE"/>
        </w:rPr>
        <w:t>Valge 4</w:t>
      </w:r>
    </w:p>
    <w:p w14:paraId="19C7B9D2" w14:textId="17944C1C" w:rsidR="009D4A68" w:rsidRPr="0052109F" w:rsidRDefault="002E3763" w:rsidP="00DF2F1F">
      <w:pPr>
        <w:jc w:val="both"/>
        <w:rPr>
          <w:rFonts w:asciiTheme="minorHAnsi" w:eastAsiaTheme="minorHAnsi" w:hAnsiTheme="minorHAnsi" w:cstheme="minorHAnsi"/>
          <w:color w:val="FF0000"/>
          <w:lang w:val="et-EE"/>
        </w:rPr>
      </w:pPr>
      <w:r w:rsidRPr="0052109F">
        <w:rPr>
          <w:rFonts w:asciiTheme="minorHAnsi" w:hAnsiTheme="minorHAnsi" w:cstheme="minorHAnsi"/>
          <w:b/>
          <w:bCs/>
          <w:lang w:val="et-EE"/>
        </w:rPr>
        <w:t>11413 Tallinn</w:t>
      </w:r>
      <w:r w:rsidR="009D4A68" w:rsidRPr="0052109F">
        <w:rPr>
          <w:rFonts w:asciiTheme="minorHAnsi" w:eastAsiaTheme="minorHAnsi" w:hAnsiTheme="minorHAnsi" w:cstheme="minorHAnsi"/>
          <w:b/>
          <w:bCs/>
          <w:lang w:val="et-EE"/>
        </w:rPr>
        <w:tab/>
      </w:r>
      <w:r w:rsidR="009D4A68" w:rsidRPr="0052109F">
        <w:rPr>
          <w:rFonts w:asciiTheme="minorHAnsi" w:eastAsiaTheme="minorHAnsi" w:hAnsiTheme="minorHAnsi" w:cstheme="minorHAnsi"/>
          <w:lang w:val="et-EE"/>
        </w:rPr>
        <w:tab/>
      </w:r>
      <w:r w:rsidR="009D4A68" w:rsidRPr="0052109F">
        <w:rPr>
          <w:rFonts w:asciiTheme="minorHAnsi" w:eastAsiaTheme="minorHAnsi" w:hAnsiTheme="minorHAnsi" w:cstheme="minorHAnsi"/>
          <w:lang w:val="et-EE"/>
        </w:rPr>
        <w:tab/>
      </w:r>
      <w:r w:rsidR="009D4A68" w:rsidRPr="0052109F">
        <w:rPr>
          <w:rFonts w:asciiTheme="minorHAnsi" w:eastAsiaTheme="minorHAnsi" w:hAnsiTheme="minorHAnsi" w:cstheme="minorHAnsi"/>
          <w:lang w:val="et-EE"/>
        </w:rPr>
        <w:tab/>
      </w:r>
      <w:r w:rsidR="009D4A68" w:rsidRPr="0052109F">
        <w:rPr>
          <w:rFonts w:asciiTheme="minorHAnsi" w:eastAsiaTheme="minorHAnsi" w:hAnsiTheme="minorHAnsi" w:cstheme="minorHAnsi"/>
          <w:lang w:val="et-EE"/>
        </w:rPr>
        <w:tab/>
      </w:r>
      <w:r w:rsidR="009D4A68" w:rsidRPr="0052109F">
        <w:rPr>
          <w:rFonts w:asciiTheme="minorHAnsi" w:eastAsiaTheme="minorHAnsi" w:hAnsiTheme="minorHAnsi" w:cstheme="minorHAnsi"/>
          <w:lang w:val="et-EE"/>
        </w:rPr>
        <w:tab/>
      </w:r>
      <w:r w:rsidR="005A71E6" w:rsidRPr="0052109F">
        <w:rPr>
          <w:rFonts w:asciiTheme="minorHAnsi" w:eastAsiaTheme="minorHAnsi" w:hAnsiTheme="minorHAnsi" w:cstheme="minorHAnsi"/>
          <w:lang w:val="et-EE"/>
        </w:rPr>
        <w:tab/>
      </w:r>
      <w:r w:rsidR="006E5F7A" w:rsidRPr="0052109F">
        <w:rPr>
          <w:rFonts w:asciiTheme="minorHAnsi" w:eastAsiaTheme="minorHAnsi" w:hAnsiTheme="minorHAnsi" w:cstheme="minorHAnsi"/>
          <w:lang w:val="et-EE"/>
        </w:rPr>
        <w:tab/>
      </w:r>
      <w:r w:rsidR="006E5F7A" w:rsidRPr="0052109F">
        <w:rPr>
          <w:rFonts w:asciiTheme="minorHAnsi" w:eastAsiaTheme="minorHAnsi" w:hAnsiTheme="minorHAnsi" w:cstheme="minorHAnsi"/>
          <w:lang w:val="et-EE"/>
        </w:rPr>
        <w:tab/>
      </w:r>
      <w:r w:rsidR="005A71E6" w:rsidRPr="0052109F">
        <w:rPr>
          <w:rFonts w:asciiTheme="minorHAnsi" w:eastAsiaTheme="minorHAnsi" w:hAnsiTheme="minorHAnsi" w:cstheme="minorHAnsi"/>
          <w:lang w:val="et-EE"/>
        </w:rPr>
        <w:tab/>
      </w:r>
      <w:r w:rsidR="0081571E">
        <w:rPr>
          <w:rFonts w:asciiTheme="minorHAnsi" w:eastAsiaTheme="minorHAnsi" w:hAnsiTheme="minorHAnsi" w:cstheme="minorHAnsi"/>
          <w:lang w:val="et-EE"/>
        </w:rPr>
        <w:t>1</w:t>
      </w:r>
      <w:r w:rsidR="00A00DEC">
        <w:rPr>
          <w:rFonts w:asciiTheme="minorHAnsi" w:eastAsiaTheme="minorHAnsi" w:hAnsiTheme="minorHAnsi" w:cstheme="minorHAnsi"/>
          <w:lang w:val="et-EE"/>
        </w:rPr>
        <w:t>3</w:t>
      </w:r>
      <w:r w:rsidR="009D4A68" w:rsidRPr="0052109F">
        <w:rPr>
          <w:rFonts w:asciiTheme="minorHAnsi" w:eastAsiaTheme="minorHAnsi" w:hAnsiTheme="minorHAnsi" w:cstheme="minorHAnsi"/>
          <w:lang w:val="et-EE"/>
        </w:rPr>
        <w:t>.</w:t>
      </w:r>
      <w:r w:rsidR="00300ED4">
        <w:rPr>
          <w:rFonts w:asciiTheme="minorHAnsi" w:eastAsiaTheme="minorHAnsi" w:hAnsiTheme="minorHAnsi" w:cstheme="minorHAnsi"/>
          <w:lang w:val="et-EE"/>
        </w:rPr>
        <w:t>0</w:t>
      </w:r>
      <w:r w:rsidR="00A00DEC">
        <w:rPr>
          <w:rFonts w:asciiTheme="minorHAnsi" w:eastAsiaTheme="minorHAnsi" w:hAnsiTheme="minorHAnsi" w:cstheme="minorHAnsi"/>
          <w:lang w:val="et-EE"/>
        </w:rPr>
        <w:t>9</w:t>
      </w:r>
      <w:r w:rsidR="007E79D7" w:rsidRPr="0052109F">
        <w:rPr>
          <w:rFonts w:asciiTheme="minorHAnsi" w:eastAsiaTheme="minorHAnsi" w:hAnsiTheme="minorHAnsi" w:cstheme="minorHAnsi"/>
          <w:lang w:val="et-EE"/>
        </w:rPr>
        <w:t>.20</w:t>
      </w:r>
      <w:r w:rsidR="00C76770" w:rsidRPr="0052109F">
        <w:rPr>
          <w:rFonts w:asciiTheme="minorHAnsi" w:eastAsiaTheme="minorHAnsi" w:hAnsiTheme="minorHAnsi" w:cstheme="minorHAnsi"/>
          <w:lang w:val="et-EE"/>
        </w:rPr>
        <w:t>2</w:t>
      </w:r>
      <w:r w:rsidR="0081571E">
        <w:rPr>
          <w:rFonts w:asciiTheme="minorHAnsi" w:eastAsiaTheme="minorHAnsi" w:hAnsiTheme="minorHAnsi" w:cstheme="minorHAnsi"/>
          <w:lang w:val="et-EE"/>
        </w:rPr>
        <w:t>4</w:t>
      </w:r>
    </w:p>
    <w:p w14:paraId="1E306989" w14:textId="77777777" w:rsidR="005A71E6" w:rsidRPr="0052109F" w:rsidRDefault="005A71E6" w:rsidP="00DF2F1F">
      <w:pPr>
        <w:jc w:val="both"/>
        <w:rPr>
          <w:rFonts w:asciiTheme="minorHAnsi" w:eastAsiaTheme="minorHAnsi" w:hAnsiTheme="minorHAnsi" w:cstheme="minorHAnsi"/>
          <w:lang w:val="et-EE"/>
        </w:rPr>
      </w:pPr>
    </w:p>
    <w:p w14:paraId="424D61BE" w14:textId="77777777" w:rsidR="009D4A68" w:rsidRPr="0052109F" w:rsidRDefault="009D4A68" w:rsidP="00DF2F1F">
      <w:pPr>
        <w:jc w:val="both"/>
        <w:rPr>
          <w:rFonts w:asciiTheme="minorHAnsi" w:eastAsiaTheme="minorHAnsi" w:hAnsiTheme="minorHAnsi" w:cstheme="minorHAnsi"/>
          <w:lang w:val="et-EE"/>
        </w:rPr>
      </w:pPr>
    </w:p>
    <w:p w14:paraId="67D8719C" w14:textId="77777777" w:rsidR="0052109F" w:rsidRPr="0052109F" w:rsidRDefault="0052109F" w:rsidP="00DF2F1F">
      <w:pPr>
        <w:jc w:val="both"/>
        <w:rPr>
          <w:rFonts w:asciiTheme="minorHAnsi" w:hAnsiTheme="minorHAnsi" w:cstheme="minorHAnsi"/>
          <w:lang w:val="et-EE"/>
        </w:rPr>
      </w:pPr>
    </w:p>
    <w:p w14:paraId="7FF4C833" w14:textId="1AED2135" w:rsidR="0052109F" w:rsidRDefault="0052109F" w:rsidP="00DF2F1F">
      <w:pPr>
        <w:jc w:val="both"/>
        <w:rPr>
          <w:rFonts w:asciiTheme="minorHAnsi" w:hAnsiTheme="minorHAnsi" w:cstheme="minorHAnsi"/>
          <w:lang w:val="et-EE"/>
        </w:rPr>
      </w:pPr>
    </w:p>
    <w:p w14:paraId="161FA016" w14:textId="77777777" w:rsidR="0052109F" w:rsidRPr="0052109F" w:rsidRDefault="0052109F" w:rsidP="00DF2F1F">
      <w:pPr>
        <w:jc w:val="both"/>
        <w:rPr>
          <w:rFonts w:asciiTheme="minorHAnsi" w:hAnsiTheme="minorHAnsi" w:cstheme="minorHAnsi"/>
          <w:lang w:val="et-EE"/>
        </w:rPr>
      </w:pPr>
    </w:p>
    <w:p w14:paraId="2DAB9FF9" w14:textId="3D44CB9D" w:rsidR="00DF2F1F" w:rsidRDefault="0052109F" w:rsidP="00DF2F1F">
      <w:pPr>
        <w:jc w:val="both"/>
        <w:rPr>
          <w:rFonts w:asciiTheme="minorHAnsi" w:hAnsiTheme="minorHAnsi" w:cstheme="minorHAnsi"/>
          <w:lang w:val="et-EE"/>
        </w:rPr>
      </w:pPr>
      <w:bookmarkStart w:id="0" w:name="_Hlk177118218"/>
      <w:r>
        <w:rPr>
          <w:rFonts w:asciiTheme="minorHAnsi" w:hAnsiTheme="minorHAnsi" w:cstheme="minorHAnsi"/>
          <w:lang w:val="et-EE"/>
        </w:rPr>
        <w:t>TEAVITUS TÖÖDE LÕPETAMISEST</w:t>
      </w:r>
    </w:p>
    <w:p w14:paraId="13441EFA" w14:textId="37652799" w:rsidR="004E3FAD" w:rsidRDefault="004E3FAD" w:rsidP="00DF2F1F">
      <w:pPr>
        <w:jc w:val="both"/>
        <w:rPr>
          <w:rFonts w:asciiTheme="minorHAnsi" w:hAnsiTheme="minorHAnsi" w:cstheme="minorHAnsi"/>
          <w:lang w:val="et-EE"/>
        </w:rPr>
      </w:pPr>
    </w:p>
    <w:p w14:paraId="3EACFD10" w14:textId="77777777" w:rsidR="004E3FAD" w:rsidRPr="0052109F" w:rsidRDefault="004E3FAD" w:rsidP="00DF2F1F">
      <w:pPr>
        <w:jc w:val="both"/>
        <w:rPr>
          <w:rFonts w:asciiTheme="minorHAnsi" w:hAnsiTheme="minorHAnsi" w:cstheme="minorHAnsi"/>
          <w:lang w:val="et-EE"/>
        </w:rPr>
      </w:pPr>
    </w:p>
    <w:p w14:paraId="2C24E727" w14:textId="77777777" w:rsidR="00C45E21" w:rsidRPr="0052109F" w:rsidRDefault="00C45E21" w:rsidP="00DF2F1F">
      <w:pPr>
        <w:jc w:val="both"/>
        <w:rPr>
          <w:rFonts w:asciiTheme="minorHAnsi" w:eastAsiaTheme="minorHAnsi" w:hAnsiTheme="minorHAnsi" w:cstheme="minorHAnsi"/>
          <w:lang w:val="et-EE"/>
        </w:rPr>
      </w:pPr>
    </w:p>
    <w:p w14:paraId="1EC498E3" w14:textId="3F3D9BF0" w:rsidR="005A71E6" w:rsidRPr="0052109F" w:rsidRDefault="0052109F" w:rsidP="0052109F">
      <w:pPr>
        <w:rPr>
          <w:rFonts w:asciiTheme="minorHAnsi" w:eastAsiaTheme="minorHAnsi" w:hAnsiTheme="minorHAnsi" w:cstheme="minorHAnsi"/>
          <w:lang w:val="et-EE"/>
        </w:rPr>
      </w:pPr>
      <w:r>
        <w:rPr>
          <w:rFonts w:asciiTheme="minorHAnsi" w:hAnsiTheme="minorHAnsi" w:cstheme="minorHAnsi"/>
          <w:lang w:val="et-EE"/>
        </w:rPr>
        <w:t xml:space="preserve">Käesolevaga teavitab Töövõtja, et on </w:t>
      </w:r>
      <w:r w:rsidR="00891D1F">
        <w:rPr>
          <w:rFonts w:asciiTheme="minorHAnsi" w:hAnsiTheme="minorHAnsi" w:cstheme="minorHAnsi"/>
          <w:lang w:val="et-EE"/>
        </w:rPr>
        <w:t>1</w:t>
      </w:r>
      <w:r w:rsidR="00A00DEC">
        <w:rPr>
          <w:rFonts w:asciiTheme="minorHAnsi" w:hAnsiTheme="minorHAnsi" w:cstheme="minorHAnsi"/>
          <w:lang w:val="et-EE"/>
        </w:rPr>
        <w:t>3</w:t>
      </w:r>
      <w:r>
        <w:rPr>
          <w:rFonts w:asciiTheme="minorHAnsi" w:hAnsiTheme="minorHAnsi" w:cstheme="minorHAnsi"/>
          <w:lang w:val="et-EE"/>
        </w:rPr>
        <w:t>.</w:t>
      </w:r>
      <w:r w:rsidR="00300ED4">
        <w:rPr>
          <w:rFonts w:asciiTheme="minorHAnsi" w:hAnsiTheme="minorHAnsi" w:cstheme="minorHAnsi"/>
          <w:lang w:val="et-EE"/>
        </w:rPr>
        <w:t>0</w:t>
      </w:r>
      <w:r w:rsidR="00A00DEC">
        <w:rPr>
          <w:rFonts w:asciiTheme="minorHAnsi" w:hAnsiTheme="minorHAnsi" w:cstheme="minorHAnsi"/>
          <w:lang w:val="et-EE"/>
        </w:rPr>
        <w:t>9</w:t>
      </w:r>
      <w:r>
        <w:rPr>
          <w:rFonts w:asciiTheme="minorHAnsi" w:hAnsiTheme="minorHAnsi" w:cstheme="minorHAnsi"/>
          <w:lang w:val="et-EE"/>
        </w:rPr>
        <w:t>.202</w:t>
      </w:r>
      <w:r w:rsidR="0081571E">
        <w:rPr>
          <w:rFonts w:asciiTheme="minorHAnsi" w:hAnsiTheme="minorHAnsi" w:cstheme="minorHAnsi"/>
          <w:lang w:val="et-EE"/>
        </w:rPr>
        <w:t>4</w:t>
      </w:r>
      <w:r>
        <w:rPr>
          <w:rFonts w:asciiTheme="minorHAnsi" w:hAnsiTheme="minorHAnsi" w:cstheme="minorHAnsi"/>
          <w:lang w:val="et-EE"/>
        </w:rPr>
        <w:t xml:space="preserve"> seisuga </w:t>
      </w:r>
      <w:r w:rsidR="003106F5" w:rsidRPr="0052109F">
        <w:rPr>
          <w:rFonts w:asciiTheme="minorHAnsi" w:hAnsiTheme="minorHAnsi" w:cstheme="minorHAnsi"/>
          <w:lang w:val="et-EE"/>
        </w:rPr>
        <w:t>töövõtulepingu nr</w:t>
      </w:r>
      <w:r>
        <w:rPr>
          <w:rFonts w:asciiTheme="minorHAnsi" w:hAnsiTheme="minorHAnsi" w:cstheme="minorHAnsi"/>
          <w:lang w:val="et-EE"/>
        </w:rPr>
        <w:t xml:space="preserve"> </w:t>
      </w:r>
      <w:r w:rsidR="00300ED4" w:rsidRPr="00300ED4">
        <w:rPr>
          <w:rFonts w:asciiTheme="minorHAnsi" w:hAnsiTheme="minorHAnsi" w:cstheme="minorHAnsi"/>
          <w:lang w:val="et-EE"/>
        </w:rPr>
        <w:t>3.2-3/2</w:t>
      </w:r>
      <w:r w:rsidR="0081571E">
        <w:rPr>
          <w:rFonts w:asciiTheme="minorHAnsi" w:hAnsiTheme="minorHAnsi" w:cstheme="minorHAnsi"/>
          <w:lang w:val="et-EE"/>
        </w:rPr>
        <w:t>4</w:t>
      </w:r>
      <w:r w:rsidR="00300ED4" w:rsidRPr="00300ED4">
        <w:rPr>
          <w:rFonts w:asciiTheme="minorHAnsi" w:hAnsiTheme="minorHAnsi" w:cstheme="minorHAnsi"/>
          <w:lang w:val="et-EE"/>
        </w:rPr>
        <w:t>/</w:t>
      </w:r>
      <w:r w:rsidR="00A00DEC">
        <w:rPr>
          <w:rFonts w:asciiTheme="minorHAnsi" w:hAnsiTheme="minorHAnsi" w:cstheme="minorHAnsi"/>
          <w:lang w:val="et-EE"/>
        </w:rPr>
        <w:t>240</w:t>
      </w:r>
      <w:r w:rsidR="00300ED4" w:rsidRPr="00300ED4">
        <w:rPr>
          <w:rFonts w:asciiTheme="minorHAnsi" w:hAnsiTheme="minorHAnsi" w:cstheme="minorHAnsi"/>
          <w:lang w:val="et-EE"/>
        </w:rPr>
        <w:t xml:space="preserve">-1 </w:t>
      </w:r>
      <w:r w:rsidR="00990C38" w:rsidRPr="00990C38">
        <w:rPr>
          <w:rFonts w:asciiTheme="minorHAnsi" w:hAnsiTheme="minorHAnsi" w:cstheme="minorHAnsi"/>
          <w:lang w:val="et-EE"/>
        </w:rPr>
        <w:t>„</w:t>
      </w:r>
      <w:r w:rsidR="00A00DEC">
        <w:rPr>
          <w:rFonts w:asciiTheme="minorHAnsi" w:hAnsiTheme="minorHAnsi" w:cstheme="minorHAnsi"/>
          <w:lang w:val="et-EE"/>
        </w:rPr>
        <w:t>Hiiu</w:t>
      </w:r>
      <w:r w:rsidR="0081571E" w:rsidRPr="0081571E">
        <w:rPr>
          <w:rFonts w:asciiTheme="minorHAnsi" w:hAnsiTheme="minorHAnsi" w:cstheme="minorHAnsi"/>
          <w:lang w:val="et-EE"/>
        </w:rPr>
        <w:t xml:space="preserve"> </w:t>
      </w:r>
      <w:r w:rsidR="00A00DEC">
        <w:rPr>
          <w:rFonts w:asciiTheme="minorHAnsi" w:hAnsiTheme="minorHAnsi" w:cstheme="minorHAnsi"/>
          <w:lang w:val="et-EE"/>
        </w:rPr>
        <w:t>maa</w:t>
      </w:r>
      <w:r w:rsidR="0081571E" w:rsidRPr="0081571E">
        <w:rPr>
          <w:rFonts w:asciiTheme="minorHAnsi" w:hAnsiTheme="minorHAnsi" w:cstheme="minorHAnsi"/>
          <w:lang w:val="et-EE"/>
        </w:rPr>
        <w:t>konna kruusateede säilitusremont</w:t>
      </w:r>
      <w:r w:rsidR="00990C38" w:rsidRPr="00990C38">
        <w:rPr>
          <w:rFonts w:asciiTheme="minorHAnsi" w:hAnsiTheme="minorHAnsi" w:cstheme="minorHAnsi"/>
          <w:lang w:val="et-EE"/>
        </w:rPr>
        <w:t>“</w:t>
      </w:r>
      <w:r>
        <w:rPr>
          <w:rFonts w:asciiTheme="minorHAnsi" w:hAnsiTheme="minorHAnsi" w:cstheme="minorHAnsi"/>
          <w:lang w:val="et-EE"/>
        </w:rPr>
        <w:t xml:space="preserve"> tööd </w:t>
      </w:r>
      <w:r w:rsidR="004E3FAD">
        <w:rPr>
          <w:rFonts w:asciiTheme="minorHAnsi" w:hAnsiTheme="minorHAnsi" w:cstheme="minorHAnsi"/>
          <w:lang w:val="et-EE"/>
        </w:rPr>
        <w:t>lõpetanud.</w:t>
      </w:r>
    </w:p>
    <w:p w14:paraId="772A0E82" w14:textId="77777777" w:rsidR="005A71E6" w:rsidRPr="0052109F" w:rsidRDefault="005A71E6" w:rsidP="0052109F">
      <w:pPr>
        <w:rPr>
          <w:rFonts w:asciiTheme="minorHAnsi" w:eastAsiaTheme="minorHAnsi" w:hAnsiTheme="minorHAnsi" w:cstheme="minorHAnsi"/>
          <w:lang w:val="et-EE"/>
        </w:rPr>
      </w:pPr>
    </w:p>
    <w:bookmarkEnd w:id="0"/>
    <w:p w14:paraId="55EEA1A3" w14:textId="77777777" w:rsidR="00C45E21" w:rsidRPr="0052109F" w:rsidRDefault="00C45E21" w:rsidP="00DF2F1F">
      <w:pPr>
        <w:jc w:val="both"/>
        <w:rPr>
          <w:rFonts w:asciiTheme="minorHAnsi" w:eastAsiaTheme="minorHAnsi" w:hAnsiTheme="minorHAnsi" w:cstheme="minorHAnsi"/>
          <w:lang w:val="et-EE"/>
        </w:rPr>
      </w:pPr>
    </w:p>
    <w:p w14:paraId="56C92832" w14:textId="77777777" w:rsidR="00897926" w:rsidRPr="0052109F" w:rsidRDefault="00897926" w:rsidP="00DF2F1F">
      <w:pPr>
        <w:jc w:val="both"/>
        <w:rPr>
          <w:rFonts w:asciiTheme="minorHAnsi" w:eastAsiaTheme="minorHAnsi" w:hAnsiTheme="minorHAnsi" w:cstheme="minorHAnsi"/>
          <w:lang w:val="et-EE"/>
        </w:rPr>
      </w:pPr>
    </w:p>
    <w:p w14:paraId="741EE1DC" w14:textId="77777777" w:rsidR="00897926" w:rsidRPr="0052109F" w:rsidRDefault="00897926" w:rsidP="00DF2F1F">
      <w:pPr>
        <w:jc w:val="both"/>
        <w:rPr>
          <w:rFonts w:asciiTheme="minorHAnsi" w:eastAsiaTheme="minorHAnsi" w:hAnsiTheme="minorHAnsi" w:cstheme="minorHAnsi"/>
          <w:lang w:val="et-EE"/>
        </w:rPr>
      </w:pPr>
    </w:p>
    <w:p w14:paraId="449F3BC9" w14:textId="7E17DA4E" w:rsidR="00DF2F1F" w:rsidRPr="0052109F" w:rsidRDefault="00DF2F1F" w:rsidP="00DF2F1F">
      <w:pPr>
        <w:jc w:val="both"/>
        <w:rPr>
          <w:rFonts w:asciiTheme="minorHAnsi" w:eastAsiaTheme="minorHAnsi" w:hAnsiTheme="minorHAnsi" w:cstheme="minorHAnsi"/>
          <w:lang w:val="et-EE"/>
        </w:rPr>
      </w:pPr>
      <w:r w:rsidRPr="0052109F">
        <w:rPr>
          <w:rFonts w:asciiTheme="minorHAnsi" w:eastAsiaTheme="minorHAnsi" w:hAnsiTheme="minorHAnsi" w:cstheme="minorHAnsi"/>
          <w:lang w:val="et-EE"/>
        </w:rPr>
        <w:t>Lugupidamisega</w:t>
      </w:r>
    </w:p>
    <w:p w14:paraId="2BC5555A" w14:textId="77777777" w:rsidR="00DF2F1F" w:rsidRPr="0052109F" w:rsidRDefault="00DF2F1F" w:rsidP="00DF2F1F">
      <w:pPr>
        <w:jc w:val="both"/>
        <w:rPr>
          <w:rFonts w:asciiTheme="minorHAnsi" w:eastAsiaTheme="minorHAnsi" w:hAnsiTheme="minorHAnsi" w:cstheme="minorHAnsi"/>
          <w:lang w:val="et-EE"/>
        </w:rPr>
      </w:pPr>
    </w:p>
    <w:p w14:paraId="25DEC0D1" w14:textId="4229ED5B" w:rsidR="00DF2F1F" w:rsidRPr="0052109F" w:rsidRDefault="00A00DEC" w:rsidP="00DF2F1F">
      <w:pPr>
        <w:jc w:val="both"/>
        <w:rPr>
          <w:rFonts w:asciiTheme="minorHAnsi" w:eastAsiaTheme="minorHAnsi" w:hAnsiTheme="minorHAnsi" w:cstheme="minorHAnsi"/>
          <w:lang w:val="et-EE"/>
        </w:rPr>
      </w:pPr>
      <w:r>
        <w:rPr>
          <w:rFonts w:asciiTheme="minorHAnsi" w:eastAsiaTheme="minorHAnsi" w:hAnsiTheme="minorHAnsi" w:cstheme="minorHAnsi"/>
          <w:lang w:val="et-EE"/>
        </w:rPr>
        <w:t xml:space="preserve">Kristjan-Raul </w:t>
      </w:r>
      <w:proofErr w:type="spellStart"/>
      <w:r>
        <w:rPr>
          <w:rFonts w:asciiTheme="minorHAnsi" w:eastAsiaTheme="minorHAnsi" w:hAnsiTheme="minorHAnsi" w:cstheme="minorHAnsi"/>
          <w:lang w:val="et-EE"/>
        </w:rPr>
        <w:t>Pettinen</w:t>
      </w:r>
      <w:proofErr w:type="spellEnd"/>
    </w:p>
    <w:p w14:paraId="6D97D12A" w14:textId="25D65407" w:rsidR="00DF2F1F" w:rsidRPr="0052109F" w:rsidRDefault="00897926" w:rsidP="00DF2F1F">
      <w:pPr>
        <w:jc w:val="both"/>
        <w:rPr>
          <w:rFonts w:asciiTheme="minorHAnsi" w:eastAsiaTheme="minorHAnsi" w:hAnsiTheme="minorHAnsi" w:cstheme="minorHAnsi"/>
          <w:lang w:val="et-EE"/>
        </w:rPr>
      </w:pPr>
      <w:r w:rsidRPr="0052109F">
        <w:rPr>
          <w:rFonts w:asciiTheme="minorHAnsi" w:eastAsiaTheme="minorHAnsi" w:hAnsiTheme="minorHAnsi" w:cstheme="minorHAnsi"/>
          <w:lang w:val="et-EE"/>
        </w:rPr>
        <w:t>P</w:t>
      </w:r>
      <w:r w:rsidR="00CE141D" w:rsidRPr="0052109F">
        <w:rPr>
          <w:rFonts w:asciiTheme="minorHAnsi" w:eastAsiaTheme="minorHAnsi" w:hAnsiTheme="minorHAnsi" w:cstheme="minorHAnsi"/>
          <w:lang w:val="et-EE"/>
        </w:rPr>
        <w:t>rojektijuht</w:t>
      </w:r>
    </w:p>
    <w:p w14:paraId="74401DC8" w14:textId="45FDFC10" w:rsidR="00C20E03" w:rsidRPr="0052109F" w:rsidRDefault="00A00DEC" w:rsidP="00DF2F1F">
      <w:pPr>
        <w:jc w:val="both"/>
        <w:rPr>
          <w:rFonts w:asciiTheme="minorHAnsi" w:eastAsiaTheme="minorHAnsi" w:hAnsiTheme="minorHAnsi" w:cstheme="minorHAnsi"/>
          <w:lang w:val="et-EE"/>
        </w:rPr>
      </w:pPr>
      <w:r>
        <w:rPr>
          <w:rFonts w:asciiTheme="minorHAnsi" w:eastAsiaTheme="minorHAnsi" w:hAnsiTheme="minorHAnsi" w:cstheme="minorHAnsi"/>
          <w:lang w:val="et-EE"/>
        </w:rPr>
        <w:t xml:space="preserve">Warren </w:t>
      </w:r>
      <w:proofErr w:type="spellStart"/>
      <w:r>
        <w:rPr>
          <w:rFonts w:asciiTheme="minorHAnsi" w:eastAsiaTheme="minorHAnsi" w:hAnsiTheme="minorHAnsi" w:cstheme="minorHAnsi"/>
          <w:lang w:val="et-EE"/>
        </w:rPr>
        <w:t>Safety</w:t>
      </w:r>
      <w:proofErr w:type="spellEnd"/>
      <w:r>
        <w:rPr>
          <w:rFonts w:asciiTheme="minorHAnsi" w:eastAsiaTheme="minorHAnsi" w:hAnsiTheme="minorHAnsi" w:cstheme="minorHAnsi"/>
          <w:lang w:val="et-EE"/>
        </w:rPr>
        <w:t xml:space="preserve"> OÜ</w:t>
      </w:r>
    </w:p>
    <w:p w14:paraId="5AC386A7" w14:textId="77777777" w:rsidR="00C20E03" w:rsidRPr="0052109F" w:rsidRDefault="00C20E03" w:rsidP="00DF2F1F">
      <w:pPr>
        <w:jc w:val="both"/>
        <w:rPr>
          <w:rFonts w:asciiTheme="minorHAnsi" w:eastAsiaTheme="minorHAnsi" w:hAnsiTheme="minorHAnsi" w:cstheme="minorHAnsi"/>
          <w:lang w:val="et-EE"/>
        </w:rPr>
      </w:pPr>
    </w:p>
    <w:p w14:paraId="1A119E65" w14:textId="77777777" w:rsidR="00C45E21" w:rsidRPr="0052109F" w:rsidRDefault="00C45E21" w:rsidP="001C1353">
      <w:pPr>
        <w:jc w:val="both"/>
        <w:rPr>
          <w:rFonts w:asciiTheme="minorHAnsi" w:eastAsiaTheme="minorHAnsi" w:hAnsiTheme="minorHAnsi" w:cstheme="minorHAnsi"/>
          <w:lang w:val="et-EE"/>
        </w:rPr>
      </w:pPr>
    </w:p>
    <w:p w14:paraId="30F6477C" w14:textId="77777777" w:rsidR="00C45E21" w:rsidRPr="0052109F" w:rsidRDefault="00C45E21" w:rsidP="001C1353">
      <w:pPr>
        <w:jc w:val="both"/>
        <w:rPr>
          <w:rFonts w:asciiTheme="minorHAnsi" w:eastAsiaTheme="minorHAnsi" w:hAnsiTheme="minorHAnsi" w:cstheme="minorHAnsi"/>
          <w:lang w:val="et-EE"/>
        </w:rPr>
      </w:pPr>
    </w:p>
    <w:p w14:paraId="73211BC3" w14:textId="77777777" w:rsidR="00C45E21" w:rsidRPr="0052109F" w:rsidRDefault="00C45E21" w:rsidP="001C1353">
      <w:pPr>
        <w:jc w:val="both"/>
        <w:rPr>
          <w:rFonts w:asciiTheme="minorHAnsi" w:eastAsiaTheme="minorHAnsi" w:hAnsiTheme="minorHAnsi" w:cstheme="minorHAnsi"/>
          <w:lang w:val="et-EE"/>
        </w:rPr>
      </w:pPr>
    </w:p>
    <w:p w14:paraId="5832FF20" w14:textId="77777777" w:rsidR="00C45E21" w:rsidRPr="0052109F" w:rsidRDefault="00C45E21" w:rsidP="001C1353">
      <w:pPr>
        <w:jc w:val="both"/>
        <w:rPr>
          <w:rFonts w:asciiTheme="minorHAnsi" w:eastAsiaTheme="minorHAnsi" w:hAnsiTheme="minorHAnsi" w:cstheme="minorHAnsi"/>
          <w:lang w:val="et-EE"/>
        </w:rPr>
      </w:pPr>
    </w:p>
    <w:p w14:paraId="37724F0F" w14:textId="77777777" w:rsidR="00C45E21" w:rsidRPr="0052109F" w:rsidRDefault="00C45E21" w:rsidP="001C1353">
      <w:pPr>
        <w:jc w:val="both"/>
        <w:rPr>
          <w:rFonts w:asciiTheme="minorHAnsi" w:eastAsiaTheme="minorHAnsi" w:hAnsiTheme="minorHAnsi" w:cstheme="minorHAnsi"/>
          <w:lang w:val="et-EE"/>
        </w:rPr>
      </w:pPr>
    </w:p>
    <w:sectPr w:rsidR="00C45E21" w:rsidRPr="0052109F" w:rsidSect="0079591B">
      <w:headerReference w:type="default" r:id="rId8"/>
      <w:footerReference w:type="default" r:id="rId9"/>
      <w:footnotePr>
        <w:pos w:val="beneathText"/>
      </w:footnotePr>
      <w:pgSz w:w="11905" w:h="16837"/>
      <w:pgMar w:top="1855" w:right="1417" w:bottom="1643" w:left="1417" w:header="850" w:footer="107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8F829" w14:textId="77777777" w:rsidR="00A0174C" w:rsidRDefault="00A0174C">
      <w:r>
        <w:separator/>
      </w:r>
    </w:p>
  </w:endnote>
  <w:endnote w:type="continuationSeparator" w:id="0">
    <w:p w14:paraId="6A9C83C1" w14:textId="77777777" w:rsidR="00A0174C" w:rsidRDefault="00A01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96EF0" w14:textId="77777777" w:rsidR="007F4D23" w:rsidRDefault="007F4D23">
    <w:pPr>
      <w:framePr w:wrap="around" w:vAnchor="text" w:hAnchor="text" w:xAlign="center" w:yAlign="top"/>
    </w:pPr>
  </w:p>
  <w:p w14:paraId="39D1D976" w14:textId="77777777" w:rsidR="007F4D23" w:rsidRDefault="007F4D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14F5A" w14:textId="77777777" w:rsidR="00A0174C" w:rsidRDefault="00A0174C">
      <w:r>
        <w:separator/>
      </w:r>
    </w:p>
  </w:footnote>
  <w:footnote w:type="continuationSeparator" w:id="0">
    <w:p w14:paraId="24103EEC" w14:textId="77777777" w:rsidR="00A0174C" w:rsidRDefault="00A01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CB3B0" w14:textId="77777777" w:rsidR="007F4D23" w:rsidRDefault="007F4D23">
    <w:pPr>
      <w:framePr w:wrap="around" w:vAnchor="text" w:hAnchor="text" w:yAlign="top"/>
    </w:pPr>
  </w:p>
  <w:p w14:paraId="24562FC5" w14:textId="77777777" w:rsidR="007F4D23" w:rsidRDefault="007F4D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C97CD6"/>
    <w:multiLevelType w:val="hybridMultilevel"/>
    <w:tmpl w:val="4D2E416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44662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9"/>
  <w:hyphenationZone w:val="425"/>
  <w:drawingGridHorizontalSpacing w:val="120"/>
  <w:drawingGridVerticalSpacing w:val="119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6AB"/>
    <w:rsid w:val="0003438B"/>
    <w:rsid w:val="000346AB"/>
    <w:rsid w:val="00037B3D"/>
    <w:rsid w:val="000437DB"/>
    <w:rsid w:val="000476EE"/>
    <w:rsid w:val="00051080"/>
    <w:rsid w:val="00056CA5"/>
    <w:rsid w:val="000D1C5F"/>
    <w:rsid w:val="000D609E"/>
    <w:rsid w:val="000E17A7"/>
    <w:rsid w:val="000E243A"/>
    <w:rsid w:val="001052EF"/>
    <w:rsid w:val="00114530"/>
    <w:rsid w:val="001172E2"/>
    <w:rsid w:val="00126CFB"/>
    <w:rsid w:val="001548EC"/>
    <w:rsid w:val="001608A3"/>
    <w:rsid w:val="001723A9"/>
    <w:rsid w:val="001A6C88"/>
    <w:rsid w:val="001C1353"/>
    <w:rsid w:val="001D496B"/>
    <w:rsid w:val="001D4C1F"/>
    <w:rsid w:val="001E5CEC"/>
    <w:rsid w:val="001F234F"/>
    <w:rsid w:val="00201CC0"/>
    <w:rsid w:val="00251214"/>
    <w:rsid w:val="0026448D"/>
    <w:rsid w:val="00281990"/>
    <w:rsid w:val="0029455A"/>
    <w:rsid w:val="002A00C7"/>
    <w:rsid w:val="002A2DBC"/>
    <w:rsid w:val="002E3763"/>
    <w:rsid w:val="002F3323"/>
    <w:rsid w:val="002F3A67"/>
    <w:rsid w:val="00300ED4"/>
    <w:rsid w:val="003106F5"/>
    <w:rsid w:val="00314523"/>
    <w:rsid w:val="00320F44"/>
    <w:rsid w:val="00322838"/>
    <w:rsid w:val="00326A53"/>
    <w:rsid w:val="003509AA"/>
    <w:rsid w:val="0036636D"/>
    <w:rsid w:val="00372731"/>
    <w:rsid w:val="00374A21"/>
    <w:rsid w:val="00376030"/>
    <w:rsid w:val="003C0F03"/>
    <w:rsid w:val="003C0F09"/>
    <w:rsid w:val="003C2C29"/>
    <w:rsid w:val="003E1B74"/>
    <w:rsid w:val="003F047A"/>
    <w:rsid w:val="003F4819"/>
    <w:rsid w:val="00423D7B"/>
    <w:rsid w:val="00426B1D"/>
    <w:rsid w:val="004312AE"/>
    <w:rsid w:val="0044082B"/>
    <w:rsid w:val="00443D15"/>
    <w:rsid w:val="00453BD2"/>
    <w:rsid w:val="004873CD"/>
    <w:rsid w:val="00491A8A"/>
    <w:rsid w:val="00492139"/>
    <w:rsid w:val="00495210"/>
    <w:rsid w:val="00495D23"/>
    <w:rsid w:val="00496A00"/>
    <w:rsid w:val="004B0DB7"/>
    <w:rsid w:val="004E3FAD"/>
    <w:rsid w:val="004E7845"/>
    <w:rsid w:val="004F3304"/>
    <w:rsid w:val="00511948"/>
    <w:rsid w:val="00511C04"/>
    <w:rsid w:val="00515ACE"/>
    <w:rsid w:val="00517B56"/>
    <w:rsid w:val="00520115"/>
    <w:rsid w:val="0052109F"/>
    <w:rsid w:val="005512DD"/>
    <w:rsid w:val="00557386"/>
    <w:rsid w:val="00564AAE"/>
    <w:rsid w:val="00566E15"/>
    <w:rsid w:val="005A4BEB"/>
    <w:rsid w:val="005A71E6"/>
    <w:rsid w:val="005B2AF9"/>
    <w:rsid w:val="005B472A"/>
    <w:rsid w:val="005C3A1D"/>
    <w:rsid w:val="005C7F6E"/>
    <w:rsid w:val="005D381C"/>
    <w:rsid w:val="00601213"/>
    <w:rsid w:val="00615E3F"/>
    <w:rsid w:val="006167A4"/>
    <w:rsid w:val="00630A61"/>
    <w:rsid w:val="006361CB"/>
    <w:rsid w:val="00640421"/>
    <w:rsid w:val="00641D38"/>
    <w:rsid w:val="006426A8"/>
    <w:rsid w:val="006617FF"/>
    <w:rsid w:val="00664E44"/>
    <w:rsid w:val="00665894"/>
    <w:rsid w:val="00685DDE"/>
    <w:rsid w:val="00686597"/>
    <w:rsid w:val="00693C71"/>
    <w:rsid w:val="006A771C"/>
    <w:rsid w:val="006B42FC"/>
    <w:rsid w:val="006C4FAD"/>
    <w:rsid w:val="006D6496"/>
    <w:rsid w:val="006E5F7A"/>
    <w:rsid w:val="006E6089"/>
    <w:rsid w:val="006E74C6"/>
    <w:rsid w:val="006F148C"/>
    <w:rsid w:val="006F541B"/>
    <w:rsid w:val="00700379"/>
    <w:rsid w:val="00701743"/>
    <w:rsid w:val="0070286D"/>
    <w:rsid w:val="00711FE7"/>
    <w:rsid w:val="00740EF7"/>
    <w:rsid w:val="0074283B"/>
    <w:rsid w:val="007441EC"/>
    <w:rsid w:val="0076493C"/>
    <w:rsid w:val="007674D3"/>
    <w:rsid w:val="00786985"/>
    <w:rsid w:val="00793206"/>
    <w:rsid w:val="0079591B"/>
    <w:rsid w:val="007A5524"/>
    <w:rsid w:val="007A5EDE"/>
    <w:rsid w:val="007E79D7"/>
    <w:rsid w:val="007F4D23"/>
    <w:rsid w:val="008005E8"/>
    <w:rsid w:val="008142A9"/>
    <w:rsid w:val="00814486"/>
    <w:rsid w:val="0081571E"/>
    <w:rsid w:val="008276F8"/>
    <w:rsid w:val="00853A13"/>
    <w:rsid w:val="00861F15"/>
    <w:rsid w:val="00874C4E"/>
    <w:rsid w:val="00891D1F"/>
    <w:rsid w:val="0089216A"/>
    <w:rsid w:val="00897926"/>
    <w:rsid w:val="00915611"/>
    <w:rsid w:val="00926920"/>
    <w:rsid w:val="00931A07"/>
    <w:rsid w:val="00940E0E"/>
    <w:rsid w:val="00986042"/>
    <w:rsid w:val="00990C38"/>
    <w:rsid w:val="009B10C6"/>
    <w:rsid w:val="009B6A9C"/>
    <w:rsid w:val="009C35AD"/>
    <w:rsid w:val="009C3C54"/>
    <w:rsid w:val="009D4A68"/>
    <w:rsid w:val="009D7585"/>
    <w:rsid w:val="00A00DA1"/>
    <w:rsid w:val="00A00DEC"/>
    <w:rsid w:val="00A0174C"/>
    <w:rsid w:val="00A142A4"/>
    <w:rsid w:val="00A235CF"/>
    <w:rsid w:val="00A2411D"/>
    <w:rsid w:val="00A244B3"/>
    <w:rsid w:val="00A425F1"/>
    <w:rsid w:val="00A47FD1"/>
    <w:rsid w:val="00A5624C"/>
    <w:rsid w:val="00A65A59"/>
    <w:rsid w:val="00A71CC9"/>
    <w:rsid w:val="00A72A61"/>
    <w:rsid w:val="00A75430"/>
    <w:rsid w:val="00A80371"/>
    <w:rsid w:val="00A91032"/>
    <w:rsid w:val="00A9672C"/>
    <w:rsid w:val="00AA4CD4"/>
    <w:rsid w:val="00AA6CB2"/>
    <w:rsid w:val="00AB72CF"/>
    <w:rsid w:val="00AE4D3A"/>
    <w:rsid w:val="00B044F5"/>
    <w:rsid w:val="00B07DD7"/>
    <w:rsid w:val="00B10C40"/>
    <w:rsid w:val="00B13AF3"/>
    <w:rsid w:val="00B17A31"/>
    <w:rsid w:val="00B30B59"/>
    <w:rsid w:val="00B37BA1"/>
    <w:rsid w:val="00B4174B"/>
    <w:rsid w:val="00B86A0A"/>
    <w:rsid w:val="00BC7A5B"/>
    <w:rsid w:val="00BD2CBE"/>
    <w:rsid w:val="00BF01A6"/>
    <w:rsid w:val="00C1664A"/>
    <w:rsid w:val="00C20E03"/>
    <w:rsid w:val="00C45E21"/>
    <w:rsid w:val="00C479AB"/>
    <w:rsid w:val="00C63730"/>
    <w:rsid w:val="00C76770"/>
    <w:rsid w:val="00C77809"/>
    <w:rsid w:val="00C82B44"/>
    <w:rsid w:val="00C97D55"/>
    <w:rsid w:val="00CA4891"/>
    <w:rsid w:val="00CB07CF"/>
    <w:rsid w:val="00CB50E9"/>
    <w:rsid w:val="00CC2660"/>
    <w:rsid w:val="00CC5C5A"/>
    <w:rsid w:val="00CD2292"/>
    <w:rsid w:val="00CE141D"/>
    <w:rsid w:val="00CF325A"/>
    <w:rsid w:val="00D04271"/>
    <w:rsid w:val="00D05AF1"/>
    <w:rsid w:val="00D10AC9"/>
    <w:rsid w:val="00D301A9"/>
    <w:rsid w:val="00D4749B"/>
    <w:rsid w:val="00D532DB"/>
    <w:rsid w:val="00D65224"/>
    <w:rsid w:val="00D80972"/>
    <w:rsid w:val="00D82C70"/>
    <w:rsid w:val="00D85171"/>
    <w:rsid w:val="00D86855"/>
    <w:rsid w:val="00D96B69"/>
    <w:rsid w:val="00DB05A1"/>
    <w:rsid w:val="00DE119C"/>
    <w:rsid w:val="00DF2F1F"/>
    <w:rsid w:val="00DF533C"/>
    <w:rsid w:val="00E24B56"/>
    <w:rsid w:val="00E304CF"/>
    <w:rsid w:val="00E35EB4"/>
    <w:rsid w:val="00E361A4"/>
    <w:rsid w:val="00E3640A"/>
    <w:rsid w:val="00E40A64"/>
    <w:rsid w:val="00E46023"/>
    <w:rsid w:val="00E50215"/>
    <w:rsid w:val="00E51B0C"/>
    <w:rsid w:val="00E54218"/>
    <w:rsid w:val="00E56B3F"/>
    <w:rsid w:val="00E60DB2"/>
    <w:rsid w:val="00E726FA"/>
    <w:rsid w:val="00E84DBA"/>
    <w:rsid w:val="00E929B2"/>
    <w:rsid w:val="00E94766"/>
    <w:rsid w:val="00EA7A0F"/>
    <w:rsid w:val="00EB7FC3"/>
    <w:rsid w:val="00ED1B3C"/>
    <w:rsid w:val="00ED2755"/>
    <w:rsid w:val="00EE2120"/>
    <w:rsid w:val="00EF7E52"/>
    <w:rsid w:val="00F146A7"/>
    <w:rsid w:val="00F17BA1"/>
    <w:rsid w:val="00F25E0D"/>
    <w:rsid w:val="00F33910"/>
    <w:rsid w:val="00F46A7B"/>
    <w:rsid w:val="00F65A27"/>
    <w:rsid w:val="00F67CDC"/>
    <w:rsid w:val="00F75CB0"/>
    <w:rsid w:val="00F81931"/>
    <w:rsid w:val="00F8534A"/>
    <w:rsid w:val="00F90F1F"/>
    <w:rsid w:val="00FA51BE"/>
    <w:rsid w:val="00FB06BB"/>
    <w:rsid w:val="00FC318F"/>
    <w:rsid w:val="00FF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20BDB"/>
  <w15:docId w15:val="{7BA25961-EFAD-4C49-8D29-77FD0313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7A4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7F4D23"/>
  </w:style>
  <w:style w:type="character" w:customStyle="1" w:styleId="WW-Absatz-Standardschriftart">
    <w:name w:val="WW-Absatz-Standardschriftart"/>
    <w:rsid w:val="007F4D23"/>
  </w:style>
  <w:style w:type="character" w:customStyle="1" w:styleId="WW-Absatz-Standardschriftart1">
    <w:name w:val="WW-Absatz-Standardschriftart1"/>
    <w:rsid w:val="007F4D23"/>
  </w:style>
  <w:style w:type="character" w:customStyle="1" w:styleId="WW-Absatz-Standardschriftart11">
    <w:name w:val="WW-Absatz-Standardschriftart11"/>
    <w:rsid w:val="007F4D23"/>
  </w:style>
  <w:style w:type="character" w:customStyle="1" w:styleId="WW-Absatz-Standardschriftart111">
    <w:name w:val="WW-Absatz-Standardschriftart111"/>
    <w:rsid w:val="007F4D23"/>
  </w:style>
  <w:style w:type="paragraph" w:customStyle="1" w:styleId="Heading">
    <w:name w:val="Heading"/>
    <w:basedOn w:val="Normal"/>
    <w:next w:val="BodyText"/>
    <w:rsid w:val="007F4D23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rial" w:hAnsi="Arial"/>
      <w:kern w:val="1"/>
      <w:sz w:val="28"/>
      <w:szCs w:val="20"/>
      <w:lang w:val="et-EE" w:eastAsia="et-EE"/>
    </w:rPr>
  </w:style>
  <w:style w:type="paragraph" w:styleId="BodyText">
    <w:name w:val="Body Text"/>
    <w:basedOn w:val="Normal"/>
    <w:semiHidden/>
    <w:rsid w:val="007F4D23"/>
    <w:pPr>
      <w:widowControl w:val="0"/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Calibri" w:hAnsi="Calibri"/>
      <w:kern w:val="1"/>
      <w:szCs w:val="20"/>
      <w:lang w:val="et-EE" w:eastAsia="et-EE"/>
    </w:rPr>
  </w:style>
  <w:style w:type="paragraph" w:styleId="List">
    <w:name w:val="List"/>
    <w:basedOn w:val="BodyText"/>
    <w:semiHidden/>
    <w:rsid w:val="007F4D23"/>
  </w:style>
  <w:style w:type="paragraph" w:styleId="Caption">
    <w:name w:val="caption"/>
    <w:basedOn w:val="Normal"/>
    <w:rsid w:val="007F4D23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/>
      <w:textAlignment w:val="baseline"/>
    </w:pPr>
    <w:rPr>
      <w:rFonts w:ascii="Calibri" w:hAnsi="Calibri"/>
      <w:i/>
      <w:kern w:val="1"/>
      <w:szCs w:val="20"/>
      <w:lang w:val="et-EE" w:eastAsia="et-EE"/>
    </w:rPr>
  </w:style>
  <w:style w:type="paragraph" w:customStyle="1" w:styleId="Index">
    <w:name w:val="Index"/>
    <w:basedOn w:val="Normal"/>
    <w:rsid w:val="007F4D23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rFonts w:ascii="Calibri" w:hAnsi="Calibri"/>
      <w:kern w:val="1"/>
      <w:szCs w:val="20"/>
      <w:lang w:val="et-EE" w:eastAsia="et-EE"/>
    </w:rPr>
  </w:style>
  <w:style w:type="paragraph" w:styleId="Header">
    <w:name w:val="header"/>
    <w:basedOn w:val="Normal"/>
    <w:semiHidden/>
    <w:rsid w:val="007F4D23"/>
    <w:pPr>
      <w:widowControl w:val="0"/>
      <w:suppressLineNumbers/>
      <w:tabs>
        <w:tab w:val="center" w:pos="4673"/>
        <w:tab w:val="right" w:pos="9346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alibri" w:hAnsi="Calibri"/>
      <w:kern w:val="1"/>
      <w:szCs w:val="20"/>
      <w:lang w:val="et-EE" w:eastAsia="et-EE"/>
    </w:rPr>
  </w:style>
  <w:style w:type="paragraph" w:styleId="Footer">
    <w:name w:val="footer"/>
    <w:basedOn w:val="Normal"/>
    <w:semiHidden/>
    <w:rsid w:val="007F4D23"/>
    <w:pPr>
      <w:widowControl w:val="0"/>
      <w:suppressLineNumbers/>
      <w:tabs>
        <w:tab w:val="center" w:pos="4673"/>
        <w:tab w:val="right" w:pos="9346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alibri" w:hAnsi="Calibri"/>
      <w:kern w:val="1"/>
      <w:szCs w:val="20"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9C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kern w:val="1"/>
      <w:sz w:val="16"/>
      <w:szCs w:val="16"/>
      <w:lang w:val="et-EE"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9C"/>
    <w:rPr>
      <w:rFonts w:ascii="Tahoma" w:hAnsi="Tahoma" w:cs="Tahoma"/>
      <w:kern w:val="1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56B3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40A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je\My%20Documents\KIRJAD(doc%20p&#245;hjad)\kirjaplank%20Hiiu%20Teed_Nordecon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5B207-6B3B-49C6-B94E-9FEA8D653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Hiiu Teed_Nordecon</Template>
  <TotalTime>32</TotalTime>
  <Pages>1</Pages>
  <Words>49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Hiiu Teed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</dc:creator>
  <cp:lastModifiedBy>Stina Sõrmus</cp:lastModifiedBy>
  <cp:revision>7</cp:revision>
  <cp:lastPrinted>2014-06-10T12:10:00Z</cp:lastPrinted>
  <dcterms:created xsi:type="dcterms:W3CDTF">2022-09-19T08:03:00Z</dcterms:created>
  <dcterms:modified xsi:type="dcterms:W3CDTF">2024-09-13T08:16:00Z</dcterms:modified>
</cp:coreProperties>
</file>